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7A951C" w14:textId="77777777" w:rsidR="002167E2" w:rsidRDefault="004F38D1" w:rsidP="007D6DE1">
      <w:pPr>
        <w:pStyle w:val="Title"/>
      </w:pPr>
      <w:r>
        <w:fldChar w:fldCharType="begin"/>
      </w:r>
      <w:r>
        <w:instrText xml:space="preserve"> TITLE  \* MERGEFORMAT </w:instrText>
      </w:r>
      <w:r>
        <w:fldChar w:fldCharType="separate"/>
      </w:r>
      <w:r w:rsidR="001140C8">
        <w:t>Technical Report</w:t>
      </w:r>
      <w:r>
        <w:fldChar w:fldCharType="end"/>
      </w:r>
    </w:p>
    <w:p w14:paraId="3CB715A2" w14:textId="77777777" w:rsidR="002167E2" w:rsidRDefault="0070225F" w:rsidP="007D6DE1">
      <w:pPr>
        <w:pStyle w:val="Author"/>
      </w:pPr>
      <w:r>
        <w:t>You, the Author</w:t>
      </w:r>
    </w:p>
    <w:p w14:paraId="636898CF" w14:textId="4B8F37B5" w:rsidR="001300BC" w:rsidRPr="001300BC" w:rsidRDefault="001300BC" w:rsidP="001300BC">
      <w:pPr>
        <w:pStyle w:val="Abstract"/>
      </w:pPr>
      <w:r>
        <w:t>Abstract goes here.</w:t>
      </w:r>
      <w:r w:rsidR="007026EA">
        <w:t xml:space="preserve"> It is optional. Write a concise, informative statement that includes information about the purpose of and major findings in the report.</w:t>
      </w:r>
    </w:p>
    <w:p w14:paraId="56C5C61C" w14:textId="77777777" w:rsidR="002454C5" w:rsidRDefault="002167E2" w:rsidP="007D6DE1">
      <w:pPr>
        <w:pStyle w:val="Heading1"/>
      </w:pPr>
      <w:r>
        <w:t>Introduction</w:t>
      </w:r>
    </w:p>
    <w:p w14:paraId="08D6F8D2" w14:textId="5D3ACF6A" w:rsidR="007026EA" w:rsidRDefault="007026EA" w:rsidP="007026EA">
      <w:pPr>
        <w:pStyle w:val="BodyText"/>
      </w:pPr>
      <w:r>
        <w:t>Th</w:t>
      </w:r>
      <w:r w:rsidR="00010892">
        <w:t xml:space="preserve">is section must be included. It must contain the </w:t>
      </w:r>
      <w:r w:rsidR="00D96C9A">
        <w:t>subject</w:t>
      </w:r>
      <w:r w:rsidR="00F4082F">
        <w:t xml:space="preserve"> of the report</w:t>
      </w:r>
      <w:r w:rsidR="00D96C9A">
        <w:t xml:space="preserve">, the </w:t>
      </w:r>
      <w:r w:rsidR="00010892">
        <w:t>pu</w:t>
      </w:r>
      <w:r w:rsidR="00010892">
        <w:t>r</w:t>
      </w:r>
      <w:r w:rsidR="00010892">
        <w:t xml:space="preserve">pose </w:t>
      </w:r>
      <w:r w:rsidR="00616E45">
        <w:t xml:space="preserve">and goal </w:t>
      </w:r>
      <w:r w:rsidR="00010892">
        <w:t xml:space="preserve">of the report, </w:t>
      </w:r>
      <w:r w:rsidR="00F4082F">
        <w:t xml:space="preserve">and </w:t>
      </w:r>
      <w:r w:rsidR="00010892">
        <w:t xml:space="preserve">a statement of </w:t>
      </w:r>
      <w:r w:rsidR="00F4082F">
        <w:t xml:space="preserve">its scope. You must </w:t>
      </w:r>
      <w:r w:rsidR="00010892">
        <w:t>define any special terms used in the document</w:t>
      </w:r>
      <w:r w:rsidR="00F4082F">
        <w:t xml:space="preserve"> here</w:t>
      </w:r>
      <w:r w:rsidR="00010892">
        <w:t xml:space="preserve">. </w:t>
      </w:r>
      <w:r w:rsidR="00D96C9A">
        <w:t xml:space="preserve"> You should not include results, co</w:t>
      </w:r>
      <w:r w:rsidR="00D96C9A">
        <w:t>n</w:t>
      </w:r>
      <w:r w:rsidR="00D96C9A">
        <w:t xml:space="preserve">clusions, or recommendations. </w:t>
      </w:r>
    </w:p>
    <w:p w14:paraId="687E6CE8" w14:textId="268AF0FC" w:rsidR="00D96C9A" w:rsidRPr="007026EA" w:rsidRDefault="00D96C9A" w:rsidP="007026EA">
      <w:pPr>
        <w:pStyle w:val="BodyText"/>
      </w:pPr>
      <w:r>
        <w:t xml:space="preserve">You can separate </w:t>
      </w:r>
      <w:r w:rsidR="009578D0">
        <w:t>this information out subsections as outlined</w:t>
      </w:r>
      <w:r>
        <w:t xml:space="preserve"> below or j</w:t>
      </w:r>
      <w:r w:rsidR="009578D0">
        <w:t xml:space="preserve">ust place it into </w:t>
      </w:r>
      <w:r>
        <w:t>paragraphs</w:t>
      </w:r>
      <w:r w:rsidR="009578D0">
        <w:t xml:space="preserve"> below this heading</w:t>
      </w:r>
      <w:r>
        <w:t>.</w:t>
      </w:r>
    </w:p>
    <w:p w14:paraId="7C4E0D57" w14:textId="77777777" w:rsidR="0070225F" w:rsidRDefault="0070225F" w:rsidP="007D6DE1">
      <w:pPr>
        <w:pStyle w:val="Heading2"/>
      </w:pPr>
      <w:r>
        <w:t>Purpose</w:t>
      </w:r>
    </w:p>
    <w:p w14:paraId="3AD5C805" w14:textId="0F1146D7" w:rsidR="007D6DE1" w:rsidRDefault="004D1909" w:rsidP="007D6DE1">
      <w:pPr>
        <w:pStyle w:val="BodyText"/>
      </w:pPr>
      <w:r>
        <w:t>Describe what it is</w:t>
      </w:r>
      <w:r w:rsidR="0036102E">
        <w:t xml:space="preserve"> this report is going to convey</w:t>
      </w:r>
      <w:r w:rsidR="0047039F">
        <w:t xml:space="preserve">, </w:t>
      </w:r>
      <w:r w:rsidR="00616E45">
        <w:t>what this paper is about</w:t>
      </w:r>
      <w:r w:rsidR="0047039F">
        <w:t>, or the reason for the investigation</w:t>
      </w:r>
      <w:r>
        <w:t>.</w:t>
      </w:r>
      <w:r w:rsidR="000F6D56">
        <w:t xml:space="preserve"> You must include any connection with prior or o</w:t>
      </w:r>
      <w:r w:rsidR="00077C71">
        <w:t>ng</w:t>
      </w:r>
      <w:r w:rsidR="00077C71">
        <w:t>o</w:t>
      </w:r>
      <w:r w:rsidR="00077C71">
        <w:t>ing work that this is related</w:t>
      </w:r>
      <w:r w:rsidR="000F6D56">
        <w:t xml:space="preserve"> to.</w:t>
      </w:r>
    </w:p>
    <w:p w14:paraId="3BF12767" w14:textId="77777777" w:rsidR="009578D0" w:rsidRDefault="009578D0" w:rsidP="009578D0">
      <w:pPr>
        <w:pStyle w:val="Heading2"/>
      </w:pPr>
      <w:r>
        <w:t>Subject</w:t>
      </w:r>
    </w:p>
    <w:p w14:paraId="68C3D5E2" w14:textId="1276C21C" w:rsidR="009578D0" w:rsidRPr="002454C5" w:rsidRDefault="009578D0" w:rsidP="007D6DE1">
      <w:pPr>
        <w:pStyle w:val="BodyText"/>
      </w:pPr>
      <w:r>
        <w:t>Describe what the report is about here. Put background information if needed. Include a rationale for the report and any other work that it is connected to.</w:t>
      </w:r>
    </w:p>
    <w:p w14:paraId="366749F9" w14:textId="77777777" w:rsidR="0070225F" w:rsidRDefault="0070225F" w:rsidP="007D6DE1">
      <w:pPr>
        <w:pStyle w:val="Heading2"/>
      </w:pPr>
      <w:r>
        <w:t>Scope</w:t>
      </w:r>
    </w:p>
    <w:p w14:paraId="338DAD59" w14:textId="20E5E426" w:rsidR="004D1909" w:rsidRPr="004D1909" w:rsidRDefault="004D1909" w:rsidP="004D1909">
      <w:pPr>
        <w:pStyle w:val="BodyText"/>
      </w:pPr>
      <w:r>
        <w:t>Indicate the boundaries of</w:t>
      </w:r>
      <w:r w:rsidR="00616E45">
        <w:t xml:space="preserve"> problem and scope of the work that is being reported.</w:t>
      </w:r>
      <w:r w:rsidR="00D96C9A">
        <w:t xml:space="preserve"> You can mention the intended audience if necessary.</w:t>
      </w:r>
      <w:r w:rsidR="004F38D1">
        <w:t xml:space="preserve"> Provide information about what is out of scope for this project if it will help focus the </w:t>
      </w:r>
      <w:proofErr w:type="gramStart"/>
      <w:r w:rsidR="004F38D1">
        <w:t>readers</w:t>
      </w:r>
      <w:proofErr w:type="gramEnd"/>
      <w:r w:rsidR="004F38D1">
        <w:t xml:space="preserve"> attention on the project.</w:t>
      </w:r>
    </w:p>
    <w:p w14:paraId="3EC8E2D0" w14:textId="77777777" w:rsidR="0070225F" w:rsidRDefault="0070225F" w:rsidP="007D6DE1">
      <w:pPr>
        <w:pStyle w:val="Heading2"/>
      </w:pPr>
      <w:r>
        <w:t>Terminology</w:t>
      </w:r>
    </w:p>
    <w:p w14:paraId="3BB2204D" w14:textId="77777777" w:rsidR="004D1909" w:rsidRPr="004D1909" w:rsidRDefault="004D1909" w:rsidP="004D1909">
      <w:pPr>
        <w:pStyle w:val="BodyText"/>
      </w:pPr>
      <w:r>
        <w:t>Define the meaning of new words and acronyms along with how words are used in the context of this document.</w:t>
      </w:r>
    </w:p>
    <w:p w14:paraId="3B8E028A" w14:textId="77777777" w:rsidR="002167E2" w:rsidRDefault="008A3E66" w:rsidP="007D6DE1">
      <w:pPr>
        <w:pStyle w:val="Heading1"/>
      </w:pPr>
      <w:r>
        <w:t>Summary</w:t>
      </w:r>
    </w:p>
    <w:p w14:paraId="5204366F" w14:textId="486E1A35" w:rsidR="009E30AC" w:rsidRPr="009E30AC" w:rsidRDefault="009E30AC" w:rsidP="009E30AC">
      <w:pPr>
        <w:pStyle w:val="BodyText"/>
      </w:pPr>
      <w:r>
        <w:t>Give a</w:t>
      </w:r>
      <w:r w:rsidR="00616E45">
        <w:t xml:space="preserve"> high-level summary of the key points, results, and conclusions in the do</w:t>
      </w:r>
      <w:r w:rsidR="00616E45">
        <w:t>c</w:t>
      </w:r>
      <w:r w:rsidR="00616E45">
        <w:t>ument, along with any recommendations</w:t>
      </w:r>
      <w:r>
        <w:t>.</w:t>
      </w:r>
      <w:r w:rsidR="00616E45">
        <w:t xml:space="preserve">  Do not introduce anything new here that is not covered in the rest of the document. </w:t>
      </w:r>
      <w:r w:rsidR="00B76F89">
        <w:t xml:space="preserve"> This section is not needed for short, informal internal memos.</w:t>
      </w:r>
    </w:p>
    <w:p w14:paraId="06A9130D" w14:textId="77777777" w:rsidR="002167E2" w:rsidRDefault="008A3E66" w:rsidP="007D6DE1">
      <w:pPr>
        <w:pStyle w:val="Heading1"/>
      </w:pPr>
      <w:r>
        <w:lastRenderedPageBreak/>
        <w:t>Methods, Assumptions, and Procedures</w:t>
      </w:r>
    </w:p>
    <w:p w14:paraId="1F4C7B38" w14:textId="6EF11D13" w:rsidR="00431FF6" w:rsidRPr="00431FF6" w:rsidRDefault="003B2D9F" w:rsidP="00431FF6">
      <w:pPr>
        <w:pStyle w:val="BodyText"/>
      </w:pPr>
      <w:r>
        <w:t>Describe how the experiment was set up and conducted</w:t>
      </w:r>
      <w:r w:rsidR="009E30AC">
        <w:t>.</w:t>
      </w:r>
      <w:r>
        <w:t xml:space="preserve"> List the</w:t>
      </w:r>
      <w:r w:rsidR="003A3566">
        <w:t xml:space="preserve"> tools used and the environment. Include the configuration of all components used in the invest</w:t>
      </w:r>
      <w:r w:rsidR="003A3566">
        <w:t>i</w:t>
      </w:r>
      <w:r w:rsidR="003A3566">
        <w:t>gation. Describe what was measured and how it was measured.</w:t>
      </w:r>
    </w:p>
    <w:p w14:paraId="541FCE3D" w14:textId="77777777" w:rsidR="00D22288" w:rsidRDefault="008A3E66" w:rsidP="007D6DE1">
      <w:pPr>
        <w:pStyle w:val="Heading1"/>
      </w:pPr>
      <w:r>
        <w:t xml:space="preserve">Results and </w:t>
      </w:r>
      <w:r w:rsidR="00D22288">
        <w:t>Discussion</w:t>
      </w:r>
    </w:p>
    <w:p w14:paraId="6337CB28" w14:textId="3C696C1C" w:rsidR="007D6DE1" w:rsidRPr="007D6DE1" w:rsidRDefault="006A1AC0" w:rsidP="007D6DE1">
      <w:pPr>
        <w:pStyle w:val="BodyText"/>
      </w:pPr>
      <w:r>
        <w:t>Present the findings</w:t>
      </w:r>
      <w:r w:rsidR="007D6DE1">
        <w:t>.</w:t>
      </w:r>
      <w:r>
        <w:t xml:space="preserve">  Discuss the results and their relevance</w:t>
      </w:r>
      <w:r w:rsidR="00124978">
        <w:t xml:space="preserve"> or accura</w:t>
      </w:r>
      <w:r w:rsidR="00F91C0B">
        <w:t>cy</w:t>
      </w:r>
      <w:r>
        <w:t>.  Feel free to do this is multiple subsections.</w:t>
      </w:r>
    </w:p>
    <w:p w14:paraId="6E79A4EE" w14:textId="77777777" w:rsidR="00D22288" w:rsidRDefault="008A3E66" w:rsidP="007D6DE1">
      <w:pPr>
        <w:pStyle w:val="Heading1"/>
      </w:pPr>
      <w:r>
        <w:t>Conclusions</w:t>
      </w:r>
    </w:p>
    <w:p w14:paraId="4BB931C6" w14:textId="37F7A8FF" w:rsidR="002167E2" w:rsidRDefault="00F91C0B" w:rsidP="007D6DE1">
      <w:r>
        <w:t>State any conclusions that you want to make here. Interpret the finding from the previous section</w:t>
      </w:r>
      <w:r w:rsidR="00F55D52">
        <w:t>.</w:t>
      </w:r>
      <w:r>
        <w:t xml:space="preserve"> Do not introduce new material here. You can compare the r</w:t>
      </w:r>
      <w:r>
        <w:t>e</w:t>
      </w:r>
      <w:r>
        <w:t>sults in this report with other reports.</w:t>
      </w:r>
    </w:p>
    <w:p w14:paraId="1AB767C0" w14:textId="77777777" w:rsidR="008A3E66" w:rsidRDefault="008A3E66" w:rsidP="008A3E66">
      <w:pPr>
        <w:pStyle w:val="Heading1"/>
      </w:pPr>
      <w:r>
        <w:t>Recommendations</w:t>
      </w:r>
    </w:p>
    <w:p w14:paraId="5A39BE44" w14:textId="4CACA57E" w:rsidR="00F41222" w:rsidRPr="00F41222" w:rsidRDefault="00F41222" w:rsidP="00F41222">
      <w:pPr>
        <w:pStyle w:val="BodyText"/>
      </w:pPr>
      <w:r>
        <w:t>This is an optional section.  Present any actions that can or should be taken as a result of information in this report.  Present any next steps that might be taken next for this study or how this study might affect other current or future work.</w:t>
      </w:r>
    </w:p>
    <w:p w14:paraId="5EDECBEF" w14:textId="77777777" w:rsidR="008A3E66" w:rsidRDefault="008A3E66" w:rsidP="008A3E66">
      <w:pPr>
        <w:pStyle w:val="Heading1"/>
      </w:pPr>
      <w:bookmarkStart w:id="0" w:name="_GoBack"/>
      <w:bookmarkEnd w:id="0"/>
      <w:r>
        <w:t>Appendices</w:t>
      </w:r>
    </w:p>
    <w:p w14:paraId="34CBA5E1" w14:textId="03A76D9A" w:rsidR="00F41222" w:rsidRPr="00F41222" w:rsidRDefault="00F41222" w:rsidP="00F41222">
      <w:pPr>
        <w:pStyle w:val="BodyText"/>
      </w:pPr>
      <w:r>
        <w:t>Include as needed.</w:t>
      </w:r>
    </w:p>
    <w:p w14:paraId="24427A39" w14:textId="77777777" w:rsidR="008A3E66" w:rsidRDefault="008A3E66" w:rsidP="008A3E66">
      <w:pPr>
        <w:pStyle w:val="Heading1"/>
      </w:pPr>
      <w:r>
        <w:t>Bibliography</w:t>
      </w:r>
    </w:p>
    <w:p w14:paraId="49245DA6" w14:textId="132985B2" w:rsidR="00F41222" w:rsidRPr="00F41222" w:rsidRDefault="00F41222" w:rsidP="00F41222">
      <w:pPr>
        <w:pStyle w:val="BodyText"/>
      </w:pPr>
      <w:r>
        <w:t>Include as needed.</w:t>
      </w:r>
    </w:p>
    <w:p w14:paraId="2557B3DA" w14:textId="77777777" w:rsidR="008A3E66" w:rsidRPr="008A3E66" w:rsidRDefault="008A3E66" w:rsidP="008A3E66">
      <w:pPr>
        <w:pStyle w:val="BodyText"/>
      </w:pPr>
    </w:p>
    <w:sectPr w:rsidR="008A3E66" w:rsidRPr="008A3E66">
      <w:headerReference w:type="even" r:id="rId8"/>
      <w:headerReference w:type="default" r:id="rId9"/>
      <w:footerReference w:type="even" r:id="rId10"/>
      <w:footerReference w:type="default" r:id="rId11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4309A9" w14:textId="77777777" w:rsidR="006D66C1" w:rsidRDefault="006D66C1" w:rsidP="007D6DE1">
      <w:r>
        <w:separator/>
      </w:r>
    </w:p>
    <w:p w14:paraId="69D661BF" w14:textId="77777777" w:rsidR="006D66C1" w:rsidRDefault="006D66C1"/>
  </w:endnote>
  <w:endnote w:type="continuationSeparator" w:id="0">
    <w:p w14:paraId="63CB8A09" w14:textId="77777777" w:rsidR="006D66C1" w:rsidRDefault="006D66C1" w:rsidP="007D6DE1">
      <w:r>
        <w:continuationSeparator/>
      </w:r>
    </w:p>
    <w:p w14:paraId="127B6A2B" w14:textId="77777777" w:rsidR="006D66C1" w:rsidRDefault="006D66C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C2DF76" w14:textId="77777777" w:rsidR="006D66C1" w:rsidRDefault="008B2FBE" w:rsidP="009B6DEA">
    <w:pPr>
      <w:jc w:val="center"/>
    </w:pPr>
    <w:r>
      <w:fldChar w:fldCharType="begin"/>
    </w:r>
    <w:r>
      <w:instrText xml:space="preserve"> AUTHOR  \* MERGEFORMAT </w:instrText>
    </w:r>
    <w:r>
      <w:fldChar w:fldCharType="separate"/>
    </w:r>
    <w:r w:rsidR="006D66C1">
      <w:rPr>
        <w:noProof/>
      </w:rPr>
      <w:t>The Author</w:t>
    </w:r>
    <w:r>
      <w:rPr>
        <w:noProof/>
      </w:rPr>
      <w:fldChar w:fldCharType="end"/>
    </w:r>
    <w:r w:rsidR="006D66C1">
      <w:t xml:space="preserve"> </w:t>
    </w:r>
    <w:r w:rsidR="006D66C1">
      <w:rPr>
        <w:snapToGrid w:val="0"/>
      </w:rPr>
      <w:t xml:space="preserve">- </w:t>
    </w:r>
    <w:r w:rsidR="006D66C1">
      <w:rPr>
        <w:snapToGrid w:val="0"/>
      </w:rPr>
      <w:fldChar w:fldCharType="begin"/>
    </w:r>
    <w:r w:rsidR="006D66C1">
      <w:rPr>
        <w:snapToGrid w:val="0"/>
      </w:rPr>
      <w:instrText xml:space="preserve"> PAGE </w:instrText>
    </w:r>
    <w:r w:rsidR="006D66C1">
      <w:rPr>
        <w:snapToGrid w:val="0"/>
      </w:rPr>
      <w:fldChar w:fldCharType="separate"/>
    </w:r>
    <w:r>
      <w:rPr>
        <w:noProof/>
        <w:snapToGrid w:val="0"/>
      </w:rPr>
      <w:t>2</w:t>
    </w:r>
    <w:r w:rsidR="006D66C1">
      <w:rPr>
        <w:snapToGrid w:val="0"/>
      </w:rPr>
      <w:fldChar w:fldCharType="end"/>
    </w:r>
    <w:r w:rsidR="006D66C1">
      <w:rPr>
        <w:snapToGrid w:val="0"/>
      </w:rPr>
      <w:t xml:space="preserve"> -</w:t>
    </w:r>
    <w:r w:rsidR="006D66C1">
      <w:t xml:space="preserve"> March 7, 2012</w: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608A68" w14:textId="77777777" w:rsidR="006D66C1" w:rsidRDefault="008B2FBE" w:rsidP="009B6DEA">
    <w:pPr>
      <w:pStyle w:val="Footer"/>
      <w:jc w:val="center"/>
    </w:pPr>
    <w:r>
      <w:fldChar w:fldCharType="begin"/>
    </w:r>
    <w:r>
      <w:instrText xml:space="preserve"> AUTHOR  \* MERGEFORMAT </w:instrText>
    </w:r>
    <w:r>
      <w:fldChar w:fldCharType="separate"/>
    </w:r>
    <w:r w:rsidR="006D66C1">
      <w:rPr>
        <w:noProof/>
      </w:rPr>
      <w:t>The Author</w:t>
    </w:r>
    <w:r>
      <w:rPr>
        <w:noProof/>
      </w:rPr>
      <w:fldChar w:fldCharType="end"/>
    </w:r>
    <w:r w:rsidR="006D66C1">
      <w:t xml:space="preserve"> </w:t>
    </w:r>
    <w:r w:rsidR="006D66C1">
      <w:rPr>
        <w:snapToGrid w:val="0"/>
      </w:rPr>
      <w:t xml:space="preserve">- </w:t>
    </w:r>
    <w:r w:rsidR="006D66C1">
      <w:rPr>
        <w:snapToGrid w:val="0"/>
      </w:rPr>
      <w:fldChar w:fldCharType="begin"/>
    </w:r>
    <w:r w:rsidR="006D66C1">
      <w:rPr>
        <w:snapToGrid w:val="0"/>
      </w:rPr>
      <w:instrText xml:space="preserve"> PAGE </w:instrText>
    </w:r>
    <w:r w:rsidR="006D66C1">
      <w:rPr>
        <w:snapToGrid w:val="0"/>
      </w:rPr>
      <w:fldChar w:fldCharType="separate"/>
    </w:r>
    <w:r>
      <w:rPr>
        <w:noProof/>
        <w:snapToGrid w:val="0"/>
      </w:rPr>
      <w:t>1</w:t>
    </w:r>
    <w:r w:rsidR="006D66C1">
      <w:rPr>
        <w:snapToGrid w:val="0"/>
      </w:rPr>
      <w:fldChar w:fldCharType="end"/>
    </w:r>
    <w:r w:rsidR="006D66C1">
      <w:rPr>
        <w:snapToGrid w:val="0"/>
      </w:rPr>
      <w:t xml:space="preserve"> - </w:t>
    </w:r>
    <w:r w:rsidR="006D66C1">
      <w:t>March 7, 2012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9B6F30" w14:textId="77777777" w:rsidR="006D66C1" w:rsidRDefault="006D66C1" w:rsidP="007D6DE1">
      <w:r>
        <w:separator/>
      </w:r>
    </w:p>
    <w:p w14:paraId="560558BB" w14:textId="77777777" w:rsidR="006D66C1" w:rsidRDefault="006D66C1"/>
  </w:footnote>
  <w:footnote w:type="continuationSeparator" w:id="0">
    <w:p w14:paraId="304461B6" w14:textId="77777777" w:rsidR="006D66C1" w:rsidRDefault="006D66C1" w:rsidP="007D6DE1">
      <w:r>
        <w:continuationSeparator/>
      </w:r>
    </w:p>
    <w:p w14:paraId="4A655BFB" w14:textId="77777777" w:rsidR="006D66C1" w:rsidRDefault="006D66C1"/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AE4722" w14:textId="77777777" w:rsidR="006D66C1" w:rsidRDefault="006D66C1">
    <w:pPr>
      <w:pStyle w:val="Header"/>
    </w:pPr>
  </w:p>
  <w:p w14:paraId="21EBCE20" w14:textId="77777777" w:rsidR="006D66C1" w:rsidRDefault="006D66C1"/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54A081" w14:textId="77777777" w:rsidR="006D66C1" w:rsidRDefault="006D66C1" w:rsidP="007D6DE1"/>
  <w:p w14:paraId="3E9E6D46" w14:textId="77777777" w:rsidR="006D66C1" w:rsidRDefault="006D66C1" w:rsidP="007D6DE1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5ECAE3B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">
    <w:nsid w:val="FFFFFF7F"/>
    <w:multiLevelType w:val="singleLevel"/>
    <w:tmpl w:val="B6928F9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FFFFFF81"/>
    <w:multiLevelType w:val="singleLevel"/>
    <w:tmpl w:val="5B1805C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3">
    <w:nsid w:val="FFFFFF82"/>
    <w:multiLevelType w:val="singleLevel"/>
    <w:tmpl w:val="0DB093D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4">
    <w:nsid w:val="FFFFFF83"/>
    <w:multiLevelType w:val="singleLevel"/>
    <w:tmpl w:val="66567E3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5">
    <w:nsid w:val="FFFFFF88"/>
    <w:multiLevelType w:val="singleLevel"/>
    <w:tmpl w:val="225A53F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FFFFFF89"/>
    <w:multiLevelType w:val="singleLevel"/>
    <w:tmpl w:val="E7AA212A"/>
    <w:lvl w:ilvl="0">
      <w:start w:val="1"/>
      <w:numFmt w:val="bullet"/>
      <w:pStyle w:val="ListBulletFinal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122C6584"/>
    <w:multiLevelType w:val="multilevel"/>
    <w:tmpl w:val="E4308614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>
    <w:nsid w:val="1D08035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389B5A5B"/>
    <w:multiLevelType w:val="singleLevel"/>
    <w:tmpl w:val="032AB34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62180FB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702B024C"/>
    <w:multiLevelType w:val="singleLevel"/>
    <w:tmpl w:val="7A360B9C"/>
    <w:lvl w:ilvl="0">
      <w:start w:val="217"/>
      <w:numFmt w:val="decimal"/>
      <w:lvlText w:val="%1"/>
      <w:lvlJc w:val="left"/>
      <w:pPr>
        <w:tabs>
          <w:tab w:val="num" w:pos="801"/>
        </w:tabs>
        <w:ind w:left="801" w:hanging="585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3"/>
  </w:num>
  <w:num w:numId="5">
    <w:abstractNumId w:val="5"/>
  </w:num>
  <w:num w:numId="6">
    <w:abstractNumId w:val="1"/>
  </w:num>
  <w:num w:numId="7">
    <w:abstractNumId w:val="0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4"/>
  </w:num>
  <w:num w:numId="15">
    <w:abstractNumId w:val="4"/>
  </w:num>
  <w:num w:numId="16">
    <w:abstractNumId w:val="10"/>
  </w:num>
  <w:num w:numId="17">
    <w:abstractNumId w:val="5"/>
  </w:num>
  <w:num w:numId="18">
    <w:abstractNumId w:val="5"/>
    <w:lvlOverride w:ilvl="0">
      <w:startOverride w:val="1"/>
    </w:lvlOverride>
  </w:num>
  <w:num w:numId="19">
    <w:abstractNumId w:val="5"/>
    <w:lvlOverride w:ilvl="0">
      <w:startOverride w:val="1"/>
    </w:lvlOverride>
  </w:num>
  <w:num w:numId="20">
    <w:abstractNumId w:val="8"/>
  </w:num>
  <w:num w:numId="21">
    <w:abstractNumId w:val="9"/>
  </w:num>
  <w:num w:numId="22">
    <w:abstractNumId w:val="11"/>
  </w:num>
  <w:num w:numId="23">
    <w:abstractNumId w:val="5"/>
    <w:lvlOverride w:ilvl="0">
      <w:startOverride w:val="1"/>
    </w:lvlOverride>
  </w:num>
  <w:num w:numId="24">
    <w:abstractNumId w:val="5"/>
    <w:lvlOverride w:ilvl="0">
      <w:startOverride w:val="1"/>
    </w:lvlOverride>
  </w:num>
  <w:num w:numId="25">
    <w:abstractNumId w:val="7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US" w:vendorID="8" w:dllVersion="513" w:checkStyle="1"/>
  <w:proofState w:spelling="clean" w:grammar="clean"/>
  <w:attachedTemplate r:id="rId1"/>
  <w:defaultTabStop w:val="720"/>
  <w:autoHyphenation/>
  <w:consecutiveHyphenLimit w:val="1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10F"/>
    <w:rsid w:val="00010892"/>
    <w:rsid w:val="00020963"/>
    <w:rsid w:val="00020C21"/>
    <w:rsid w:val="00052A1F"/>
    <w:rsid w:val="00077C71"/>
    <w:rsid w:val="000C59EC"/>
    <w:rsid w:val="000F6D56"/>
    <w:rsid w:val="001140C8"/>
    <w:rsid w:val="00124978"/>
    <w:rsid w:val="001300BC"/>
    <w:rsid w:val="00145181"/>
    <w:rsid w:val="001D2702"/>
    <w:rsid w:val="002167E2"/>
    <w:rsid w:val="002454C5"/>
    <w:rsid w:val="00257003"/>
    <w:rsid w:val="0036102E"/>
    <w:rsid w:val="003A3566"/>
    <w:rsid w:val="003A4329"/>
    <w:rsid w:val="003B2D9F"/>
    <w:rsid w:val="00431FF6"/>
    <w:rsid w:val="0047039F"/>
    <w:rsid w:val="004D1909"/>
    <w:rsid w:val="004F38D1"/>
    <w:rsid w:val="005560D8"/>
    <w:rsid w:val="00561C66"/>
    <w:rsid w:val="005A1751"/>
    <w:rsid w:val="005C798D"/>
    <w:rsid w:val="00616E45"/>
    <w:rsid w:val="006A1AC0"/>
    <w:rsid w:val="006D66C1"/>
    <w:rsid w:val="006F408C"/>
    <w:rsid w:val="0070225F"/>
    <w:rsid w:val="007026EA"/>
    <w:rsid w:val="007D6DE1"/>
    <w:rsid w:val="008104D4"/>
    <w:rsid w:val="008A3E66"/>
    <w:rsid w:val="008B2FBE"/>
    <w:rsid w:val="008D0749"/>
    <w:rsid w:val="009578D0"/>
    <w:rsid w:val="0097210F"/>
    <w:rsid w:val="009B1392"/>
    <w:rsid w:val="009B6DEA"/>
    <w:rsid w:val="009E30AC"/>
    <w:rsid w:val="00A34281"/>
    <w:rsid w:val="00AD6315"/>
    <w:rsid w:val="00B76F89"/>
    <w:rsid w:val="00BF0759"/>
    <w:rsid w:val="00C3299E"/>
    <w:rsid w:val="00D22288"/>
    <w:rsid w:val="00D96C9A"/>
    <w:rsid w:val="00E753DA"/>
    <w:rsid w:val="00F4082F"/>
    <w:rsid w:val="00F41222"/>
    <w:rsid w:val="00F47839"/>
    <w:rsid w:val="00F55D52"/>
    <w:rsid w:val="00F91C0B"/>
    <w:rsid w:val="00FF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DC6979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utoRedefine/>
    <w:qFormat/>
    <w:rsid w:val="007D6DE1"/>
    <w:pPr>
      <w:spacing w:after="120"/>
    </w:pPr>
    <w:rPr>
      <w:rFonts w:ascii="Arial" w:hAnsi="Arial" w:cs="Arial"/>
      <w:sz w:val="24"/>
      <w:szCs w:val="24"/>
    </w:rPr>
  </w:style>
  <w:style w:type="paragraph" w:styleId="Heading1">
    <w:name w:val="heading 1"/>
    <w:basedOn w:val="Normal"/>
    <w:next w:val="BodyText"/>
    <w:autoRedefine/>
    <w:qFormat/>
    <w:pPr>
      <w:keepNext/>
      <w:numPr>
        <w:numId w:val="25"/>
      </w:numPr>
      <w:suppressAutoHyphens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25"/>
      </w:numPr>
      <w:spacing w:before="240" w:after="60"/>
      <w:outlineLvl w:val="1"/>
    </w:pPr>
    <w:rPr>
      <w:b/>
      <w:i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25"/>
      </w:numPr>
      <w:spacing w:before="240" w:after="60"/>
      <w:outlineLvl w:val="2"/>
    </w:p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5"/>
      </w:numPr>
      <w:spacing w:before="240" w:after="60"/>
      <w:outlineLvl w:val="3"/>
    </w:pPr>
  </w:style>
  <w:style w:type="paragraph" w:styleId="Heading5">
    <w:name w:val="heading 5"/>
    <w:basedOn w:val="Normal"/>
    <w:next w:val="Normal"/>
    <w:qFormat/>
    <w:pPr>
      <w:numPr>
        <w:ilvl w:val="4"/>
        <w:numId w:val="25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5"/>
      </w:numPr>
      <w:spacing w:before="240" w:after="60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5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5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5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de">
    <w:name w:val="code"/>
    <w:basedOn w:val="BodyTextFirstIndent"/>
    <w:pPr>
      <w:keepNext/>
      <w:keepLines/>
      <w:suppressAutoHyphens/>
      <w:spacing w:after="0"/>
      <w:ind w:firstLine="0"/>
      <w:jc w:val="left"/>
    </w:pPr>
    <w:rPr>
      <w:rFonts w:ascii="Courier New" w:hAnsi="Courier New"/>
      <w:sz w:val="18"/>
    </w:rPr>
  </w:style>
  <w:style w:type="paragraph" w:styleId="ListBullet">
    <w:name w:val="List Bullet"/>
    <w:basedOn w:val="BodyText"/>
    <w:pPr>
      <w:numPr>
        <w:numId w:val="21"/>
      </w:numPr>
      <w:spacing w:after="0"/>
    </w:pPr>
  </w:style>
  <w:style w:type="paragraph" w:styleId="ListBullet2">
    <w:name w:val="List Bullet 2"/>
    <w:basedOn w:val="ListBullet"/>
    <w:autoRedefine/>
    <w:pPr>
      <w:numPr>
        <w:numId w:val="15"/>
      </w:numPr>
    </w:pPr>
  </w:style>
  <w:style w:type="paragraph" w:styleId="ListBullet3">
    <w:name w:val="List Bullet 3"/>
    <w:basedOn w:val="Normal"/>
    <w:autoRedefine/>
    <w:pPr>
      <w:numPr>
        <w:numId w:val="4"/>
      </w:numPr>
    </w:pPr>
  </w:style>
  <w:style w:type="paragraph" w:styleId="Title">
    <w:name w:val="Title"/>
    <w:basedOn w:val="Normal"/>
    <w:next w:val="Author"/>
    <w:qFormat/>
    <w:pPr>
      <w:spacing w:before="240" w:after="360"/>
      <w:jc w:val="center"/>
      <w:outlineLvl w:val="0"/>
    </w:pPr>
    <w:rPr>
      <w:b/>
      <w:kern w:val="28"/>
      <w:sz w:val="32"/>
    </w:rPr>
  </w:style>
  <w:style w:type="paragraph" w:styleId="Subtitle">
    <w:name w:val="Subtitle"/>
    <w:basedOn w:val="Normal"/>
    <w:next w:val="Abstract"/>
    <w:qFormat/>
    <w:pPr>
      <w:spacing w:before="360"/>
      <w:jc w:val="center"/>
      <w:outlineLvl w:val="1"/>
    </w:pPr>
  </w:style>
  <w:style w:type="paragraph" w:styleId="List">
    <w:name w:val="List"/>
    <w:basedOn w:val="Normal"/>
    <w:pPr>
      <w:ind w:left="360" w:hanging="360"/>
    </w:pPr>
  </w:style>
  <w:style w:type="paragraph" w:styleId="List2">
    <w:name w:val="List 2"/>
    <w:basedOn w:val="Normal"/>
    <w:pPr>
      <w:ind w:left="720" w:hanging="360"/>
    </w:pPr>
  </w:style>
  <w:style w:type="paragraph" w:styleId="List3">
    <w:name w:val="List 3"/>
    <w:basedOn w:val="Normal"/>
    <w:pPr>
      <w:ind w:left="1080" w:hanging="360"/>
    </w:pPr>
  </w:style>
  <w:style w:type="paragraph" w:styleId="List4">
    <w:name w:val="List 4"/>
    <w:basedOn w:val="Normal"/>
    <w:pPr>
      <w:ind w:left="1440" w:hanging="360"/>
    </w:pPr>
  </w:style>
  <w:style w:type="paragraph" w:styleId="ListNumber">
    <w:name w:val="List Number"/>
    <w:basedOn w:val="Normal"/>
    <w:pPr>
      <w:numPr>
        <w:numId w:val="17"/>
      </w:numPr>
      <w:jc w:val="both"/>
    </w:pPr>
  </w:style>
  <w:style w:type="paragraph" w:styleId="ListNumber2">
    <w:name w:val="List Number 2"/>
    <w:basedOn w:val="Normal"/>
    <w:pPr>
      <w:numPr>
        <w:numId w:val="6"/>
      </w:numPr>
    </w:pPr>
  </w:style>
  <w:style w:type="paragraph" w:styleId="ListNumber3">
    <w:name w:val="List Number 3"/>
    <w:basedOn w:val="Normal"/>
    <w:pPr>
      <w:numPr>
        <w:numId w:val="7"/>
      </w:numPr>
    </w:pPr>
  </w:style>
  <w:style w:type="paragraph" w:styleId="NormalIndent">
    <w:name w:val="Normal Indent"/>
    <w:basedOn w:val="Normal"/>
    <w:pPr>
      <w:ind w:left="720"/>
    </w:pPr>
  </w:style>
  <w:style w:type="paragraph" w:styleId="BlockText">
    <w:name w:val="Block Text"/>
    <w:basedOn w:val="Normal"/>
    <w:pPr>
      <w:ind w:left="1440" w:right="1440"/>
    </w:pPr>
  </w:style>
  <w:style w:type="paragraph" w:styleId="BodyText">
    <w:name w:val="Body Text"/>
    <w:basedOn w:val="Normal"/>
    <w:autoRedefine/>
    <w:pPr>
      <w:jc w:val="both"/>
    </w:pPr>
  </w:style>
  <w:style w:type="paragraph" w:styleId="BodyTextFirstIndent">
    <w:name w:val="Body Text First Indent"/>
    <w:basedOn w:val="BodyText"/>
    <w:pPr>
      <w:ind w:firstLine="210"/>
    </w:pPr>
  </w:style>
  <w:style w:type="paragraph" w:customStyle="1" w:styleId="Abstract">
    <w:name w:val="Abstract"/>
    <w:basedOn w:val="NormalIndent"/>
    <w:next w:val="Heading1"/>
    <w:pPr>
      <w:spacing w:before="120"/>
    </w:pPr>
  </w:style>
  <w:style w:type="paragraph" w:customStyle="1" w:styleId="Author">
    <w:name w:val="Author"/>
    <w:basedOn w:val="Subtitle"/>
    <w:next w:val="Abstract"/>
    <w:pPr>
      <w:spacing w:after="0"/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FootnoteText">
    <w:name w:val="footnote text"/>
    <w:basedOn w:val="BodyText"/>
    <w:semiHidden/>
    <w:pPr>
      <w:jc w:val="left"/>
    </w:pPr>
    <w:rPr>
      <w:sz w:val="18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ListContinue">
    <w:name w:val="List Continue"/>
    <w:basedOn w:val="Normal"/>
    <w:pPr>
      <w:ind w:left="360"/>
    </w:pPr>
  </w:style>
  <w:style w:type="paragraph" w:styleId="Caption">
    <w:name w:val="caption"/>
    <w:basedOn w:val="Normal"/>
    <w:next w:val="Normal"/>
    <w:qFormat/>
    <w:pPr>
      <w:spacing w:before="120"/>
    </w:pPr>
    <w:rPr>
      <w:b/>
    </w:rPr>
  </w:style>
  <w:style w:type="paragraph" w:customStyle="1" w:styleId="ListBulletFinal">
    <w:name w:val="List Bullet Final"/>
    <w:basedOn w:val="ListBullet"/>
    <w:next w:val="BodyText"/>
    <w:pPr>
      <w:numPr>
        <w:numId w:val="2"/>
      </w:numPr>
      <w:spacing w:after="120"/>
    </w:pPr>
  </w:style>
  <w:style w:type="paragraph" w:styleId="PlainText">
    <w:name w:val="Plain Text"/>
    <w:basedOn w:val="Normal"/>
    <w:pPr>
      <w:spacing w:after="0"/>
    </w:pPr>
    <w:rPr>
      <w:rFonts w:ascii="Courier New" w:hAnsi="Courier New"/>
    </w:r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paragraph" w:customStyle="1" w:styleId="codefinal">
    <w:name w:val="code final"/>
    <w:basedOn w:val="code"/>
    <w:next w:val="BodyText"/>
    <w:pPr>
      <w:spacing w:after="120"/>
    </w:pPr>
  </w:style>
  <w:style w:type="table" w:styleId="TableGrid">
    <w:name w:val="Table Grid"/>
    <w:basedOn w:val="TableNormal"/>
    <w:rsid w:val="00020963"/>
    <w:pPr>
      <w:spacing w:after="1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utoRedefine/>
    <w:qFormat/>
    <w:rsid w:val="007D6DE1"/>
    <w:pPr>
      <w:spacing w:after="120"/>
    </w:pPr>
    <w:rPr>
      <w:rFonts w:ascii="Arial" w:hAnsi="Arial" w:cs="Arial"/>
      <w:sz w:val="24"/>
      <w:szCs w:val="24"/>
    </w:rPr>
  </w:style>
  <w:style w:type="paragraph" w:styleId="Heading1">
    <w:name w:val="heading 1"/>
    <w:basedOn w:val="Normal"/>
    <w:next w:val="BodyText"/>
    <w:autoRedefine/>
    <w:qFormat/>
    <w:pPr>
      <w:keepNext/>
      <w:numPr>
        <w:numId w:val="25"/>
      </w:numPr>
      <w:suppressAutoHyphens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25"/>
      </w:numPr>
      <w:spacing w:before="240" w:after="60"/>
      <w:outlineLvl w:val="1"/>
    </w:pPr>
    <w:rPr>
      <w:b/>
      <w:i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25"/>
      </w:numPr>
      <w:spacing w:before="240" w:after="60"/>
      <w:outlineLvl w:val="2"/>
    </w:p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5"/>
      </w:numPr>
      <w:spacing w:before="240" w:after="60"/>
      <w:outlineLvl w:val="3"/>
    </w:pPr>
  </w:style>
  <w:style w:type="paragraph" w:styleId="Heading5">
    <w:name w:val="heading 5"/>
    <w:basedOn w:val="Normal"/>
    <w:next w:val="Normal"/>
    <w:qFormat/>
    <w:pPr>
      <w:numPr>
        <w:ilvl w:val="4"/>
        <w:numId w:val="25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5"/>
      </w:numPr>
      <w:spacing w:before="240" w:after="60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5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5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5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de">
    <w:name w:val="code"/>
    <w:basedOn w:val="BodyTextFirstIndent"/>
    <w:pPr>
      <w:keepNext/>
      <w:keepLines/>
      <w:suppressAutoHyphens/>
      <w:spacing w:after="0"/>
      <w:ind w:firstLine="0"/>
      <w:jc w:val="left"/>
    </w:pPr>
    <w:rPr>
      <w:rFonts w:ascii="Courier New" w:hAnsi="Courier New"/>
      <w:sz w:val="18"/>
    </w:rPr>
  </w:style>
  <w:style w:type="paragraph" w:styleId="ListBullet">
    <w:name w:val="List Bullet"/>
    <w:basedOn w:val="BodyText"/>
    <w:pPr>
      <w:numPr>
        <w:numId w:val="21"/>
      </w:numPr>
      <w:spacing w:after="0"/>
    </w:pPr>
  </w:style>
  <w:style w:type="paragraph" w:styleId="ListBullet2">
    <w:name w:val="List Bullet 2"/>
    <w:basedOn w:val="ListBullet"/>
    <w:autoRedefine/>
    <w:pPr>
      <w:numPr>
        <w:numId w:val="15"/>
      </w:numPr>
    </w:pPr>
  </w:style>
  <w:style w:type="paragraph" w:styleId="ListBullet3">
    <w:name w:val="List Bullet 3"/>
    <w:basedOn w:val="Normal"/>
    <w:autoRedefine/>
    <w:pPr>
      <w:numPr>
        <w:numId w:val="4"/>
      </w:numPr>
    </w:pPr>
  </w:style>
  <w:style w:type="paragraph" w:styleId="Title">
    <w:name w:val="Title"/>
    <w:basedOn w:val="Normal"/>
    <w:next w:val="Author"/>
    <w:qFormat/>
    <w:pPr>
      <w:spacing w:before="240" w:after="360"/>
      <w:jc w:val="center"/>
      <w:outlineLvl w:val="0"/>
    </w:pPr>
    <w:rPr>
      <w:b/>
      <w:kern w:val="28"/>
      <w:sz w:val="32"/>
    </w:rPr>
  </w:style>
  <w:style w:type="paragraph" w:styleId="Subtitle">
    <w:name w:val="Subtitle"/>
    <w:basedOn w:val="Normal"/>
    <w:next w:val="Abstract"/>
    <w:qFormat/>
    <w:pPr>
      <w:spacing w:before="360"/>
      <w:jc w:val="center"/>
      <w:outlineLvl w:val="1"/>
    </w:pPr>
  </w:style>
  <w:style w:type="paragraph" w:styleId="List">
    <w:name w:val="List"/>
    <w:basedOn w:val="Normal"/>
    <w:pPr>
      <w:ind w:left="360" w:hanging="360"/>
    </w:pPr>
  </w:style>
  <w:style w:type="paragraph" w:styleId="List2">
    <w:name w:val="List 2"/>
    <w:basedOn w:val="Normal"/>
    <w:pPr>
      <w:ind w:left="720" w:hanging="360"/>
    </w:pPr>
  </w:style>
  <w:style w:type="paragraph" w:styleId="List3">
    <w:name w:val="List 3"/>
    <w:basedOn w:val="Normal"/>
    <w:pPr>
      <w:ind w:left="1080" w:hanging="360"/>
    </w:pPr>
  </w:style>
  <w:style w:type="paragraph" w:styleId="List4">
    <w:name w:val="List 4"/>
    <w:basedOn w:val="Normal"/>
    <w:pPr>
      <w:ind w:left="1440" w:hanging="360"/>
    </w:pPr>
  </w:style>
  <w:style w:type="paragraph" w:styleId="ListNumber">
    <w:name w:val="List Number"/>
    <w:basedOn w:val="Normal"/>
    <w:pPr>
      <w:numPr>
        <w:numId w:val="17"/>
      </w:numPr>
      <w:jc w:val="both"/>
    </w:pPr>
  </w:style>
  <w:style w:type="paragraph" w:styleId="ListNumber2">
    <w:name w:val="List Number 2"/>
    <w:basedOn w:val="Normal"/>
    <w:pPr>
      <w:numPr>
        <w:numId w:val="6"/>
      </w:numPr>
    </w:pPr>
  </w:style>
  <w:style w:type="paragraph" w:styleId="ListNumber3">
    <w:name w:val="List Number 3"/>
    <w:basedOn w:val="Normal"/>
    <w:pPr>
      <w:numPr>
        <w:numId w:val="7"/>
      </w:numPr>
    </w:pPr>
  </w:style>
  <w:style w:type="paragraph" w:styleId="NormalIndent">
    <w:name w:val="Normal Indent"/>
    <w:basedOn w:val="Normal"/>
    <w:pPr>
      <w:ind w:left="720"/>
    </w:pPr>
  </w:style>
  <w:style w:type="paragraph" w:styleId="BlockText">
    <w:name w:val="Block Text"/>
    <w:basedOn w:val="Normal"/>
    <w:pPr>
      <w:ind w:left="1440" w:right="1440"/>
    </w:pPr>
  </w:style>
  <w:style w:type="paragraph" w:styleId="BodyText">
    <w:name w:val="Body Text"/>
    <w:basedOn w:val="Normal"/>
    <w:autoRedefine/>
    <w:pPr>
      <w:jc w:val="both"/>
    </w:pPr>
  </w:style>
  <w:style w:type="paragraph" w:styleId="BodyTextFirstIndent">
    <w:name w:val="Body Text First Indent"/>
    <w:basedOn w:val="BodyText"/>
    <w:pPr>
      <w:ind w:firstLine="210"/>
    </w:pPr>
  </w:style>
  <w:style w:type="paragraph" w:customStyle="1" w:styleId="Abstract">
    <w:name w:val="Abstract"/>
    <w:basedOn w:val="NormalIndent"/>
    <w:next w:val="Heading1"/>
    <w:pPr>
      <w:spacing w:before="120"/>
    </w:pPr>
  </w:style>
  <w:style w:type="paragraph" w:customStyle="1" w:styleId="Author">
    <w:name w:val="Author"/>
    <w:basedOn w:val="Subtitle"/>
    <w:next w:val="Abstract"/>
    <w:pPr>
      <w:spacing w:after="0"/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FootnoteText">
    <w:name w:val="footnote text"/>
    <w:basedOn w:val="BodyText"/>
    <w:semiHidden/>
    <w:pPr>
      <w:jc w:val="left"/>
    </w:pPr>
    <w:rPr>
      <w:sz w:val="18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ListContinue">
    <w:name w:val="List Continue"/>
    <w:basedOn w:val="Normal"/>
    <w:pPr>
      <w:ind w:left="360"/>
    </w:pPr>
  </w:style>
  <w:style w:type="paragraph" w:styleId="Caption">
    <w:name w:val="caption"/>
    <w:basedOn w:val="Normal"/>
    <w:next w:val="Normal"/>
    <w:qFormat/>
    <w:pPr>
      <w:spacing w:before="120"/>
    </w:pPr>
    <w:rPr>
      <w:b/>
    </w:rPr>
  </w:style>
  <w:style w:type="paragraph" w:customStyle="1" w:styleId="ListBulletFinal">
    <w:name w:val="List Bullet Final"/>
    <w:basedOn w:val="ListBullet"/>
    <w:next w:val="BodyText"/>
    <w:pPr>
      <w:numPr>
        <w:numId w:val="2"/>
      </w:numPr>
      <w:spacing w:after="120"/>
    </w:pPr>
  </w:style>
  <w:style w:type="paragraph" w:styleId="PlainText">
    <w:name w:val="Plain Text"/>
    <w:basedOn w:val="Normal"/>
    <w:pPr>
      <w:spacing w:after="0"/>
    </w:pPr>
    <w:rPr>
      <w:rFonts w:ascii="Courier New" w:hAnsi="Courier New"/>
    </w:r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paragraph" w:customStyle="1" w:styleId="codefinal">
    <w:name w:val="code final"/>
    <w:basedOn w:val="code"/>
    <w:next w:val="BodyText"/>
    <w:pPr>
      <w:spacing w:after="120"/>
    </w:pPr>
  </w:style>
  <w:style w:type="table" w:styleId="TableGrid">
    <w:name w:val="Table Grid"/>
    <w:basedOn w:val="TableNormal"/>
    <w:rsid w:val="00020963"/>
    <w:pPr>
      <w:spacing w:after="1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bk\Application%20Data\Microsoft\Templates\btev_spec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\Documents and Settings\jbk\Application Data\Microsoft\Templates\btev_spec2.dot</Template>
  <TotalTime>163</TotalTime>
  <Pages>2</Pages>
  <Words>385</Words>
  <Characters>2199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Technical Memo</vt:lpstr>
    </vt:vector>
  </TitlesOfParts>
  <Manager/>
  <Company>FNAL</Company>
  <LinksUpToDate>false</LinksUpToDate>
  <CharactersWithSpaces>2579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Technical Report</dc:title>
  <dc:subject>R&amp;D Results</dc:subject>
  <dc:creator>The Author</dc:creator>
  <cp:keywords/>
  <dc:description/>
  <cp:lastModifiedBy>Jim Kowalkowski</cp:lastModifiedBy>
  <cp:revision>27</cp:revision>
  <cp:lastPrinted>2012-03-12T22:14:00Z</cp:lastPrinted>
  <dcterms:created xsi:type="dcterms:W3CDTF">2012-03-07T21:52:00Z</dcterms:created>
  <dcterms:modified xsi:type="dcterms:W3CDTF">2012-05-18T22:19:00Z</dcterms:modified>
  <cp:category/>
</cp:coreProperties>
</file>